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381C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56D60">
        <w:rPr>
          <w:rFonts w:ascii="Arial Narrow" w:hAnsi="Arial Narrow"/>
          <w:noProof/>
          <w:sz w:val="22"/>
          <w:lang w:val="de-DE"/>
        </w:rPr>
        <w:t>22.04.2015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672DC6" w:rsidRDefault="00672DC6" w:rsidP="00672DC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490CDB" w:rsidRDefault="00490CDB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Dell’Oro</w:t>
      </w:r>
    </w:p>
    <w:p w:rsidR="00B27F1E" w:rsidRPr="00B27F1E" w:rsidRDefault="00B27F1E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 w:rsidRPr="00B27F1E">
        <w:rPr>
          <w:rFonts w:ascii="Arial Narrow" w:hAnsi="Arial Narrow"/>
          <w:sz w:val="22"/>
          <w:lang w:val="de-DE"/>
        </w:rPr>
        <w:t>Media Camp als Referat (evtl Besuch Moritz)</w:t>
      </w:r>
    </w:p>
    <w:p w:rsidR="00381C67" w:rsidRPr="00490CDB" w:rsidRDefault="00381C6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490CDB">
        <w:rPr>
          <w:rFonts w:ascii="Arial Narrow" w:hAnsi="Arial Narrow"/>
          <w:sz w:val="22"/>
          <w:lang w:val="de-DE"/>
        </w:rPr>
        <w:t>AStA Namensliste am Schrank aktualisieren</w:t>
      </w:r>
    </w:p>
    <w:p w:rsidR="00381C67" w:rsidRDefault="00381C6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81C67">
        <w:rPr>
          <w:rFonts w:ascii="Arial Narrow" w:hAnsi="Arial Narrow"/>
          <w:sz w:val="22"/>
          <w:lang w:val="de-DE"/>
        </w:rPr>
        <w:t>Kaution für Veranstaltungen in der Cafete</w:t>
      </w:r>
    </w:p>
    <w:p w:rsidR="00532D30" w:rsidRDefault="00532D30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Jodel App Promotion</w:t>
      </w:r>
    </w:p>
    <w:p w:rsidR="005B52A2" w:rsidRDefault="005B52A2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Weiterbildung Zumba Referat</w:t>
      </w:r>
    </w:p>
    <w:p w:rsidR="005B52A2" w:rsidRDefault="005B52A2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Biertischgarnituren</w:t>
      </w:r>
    </w:p>
    <w:p w:rsidR="0031113D" w:rsidRDefault="0031113D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Wahlhelfer</w:t>
      </w:r>
    </w:p>
    <w:p w:rsidR="0031113D" w:rsidRDefault="0031113D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Starter – Kabel (Auto)</w:t>
      </w:r>
    </w:p>
    <w:p w:rsidR="00BE7FEC" w:rsidRDefault="00BE7FEC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Science Sl</w:t>
      </w:r>
      <w:r w:rsidR="00D56D60">
        <w:rPr>
          <w:rFonts w:ascii="Arial Narrow" w:hAnsi="Arial Narrow"/>
          <w:sz w:val="22"/>
          <w:lang w:val="de-DE"/>
        </w:rPr>
        <w:t>cd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am</w:t>
      </w:r>
    </w:p>
    <w:p w:rsidR="009764D9" w:rsidRDefault="009764D9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Stempel</w:t>
      </w:r>
    </w:p>
    <w:p w:rsidR="00333D17" w:rsidRDefault="00333D1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Boombox</w:t>
      </w:r>
    </w:p>
    <w:p w:rsidR="008052CE" w:rsidRDefault="008052CE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Spülmaschine</w:t>
      </w:r>
    </w:p>
    <w:p w:rsidR="00B23B5E" w:rsidRDefault="00B23B5E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</w:t>
      </w:r>
    </w:p>
    <w:p w:rsidR="00490CDB" w:rsidRDefault="00490CDB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Popcorn maschine</w:t>
      </w:r>
    </w:p>
    <w:p w:rsidR="00490CDB" w:rsidRPr="00381C67" w:rsidRDefault="00490CDB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Verleihliste</w:t>
      </w:r>
    </w:p>
    <w:p w:rsidR="00FF72E3" w:rsidRPr="00280AD9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Sonstiges</w:t>
      </w:r>
    </w:p>
    <w:sectPr w:rsidR="00FF72E3" w:rsidRPr="00280AD9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56D6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310FD9"/>
    <w:rsid w:val="0031113D"/>
    <w:rsid w:val="00312F4D"/>
    <w:rsid w:val="0031477C"/>
    <w:rsid w:val="003339C0"/>
    <w:rsid w:val="00333D17"/>
    <w:rsid w:val="0034237A"/>
    <w:rsid w:val="0036697F"/>
    <w:rsid w:val="003733CC"/>
    <w:rsid w:val="003775B0"/>
    <w:rsid w:val="00380CCC"/>
    <w:rsid w:val="00381C67"/>
    <w:rsid w:val="00396AA7"/>
    <w:rsid w:val="003B669B"/>
    <w:rsid w:val="004108F1"/>
    <w:rsid w:val="00425EF5"/>
    <w:rsid w:val="004359A0"/>
    <w:rsid w:val="00441B0C"/>
    <w:rsid w:val="00487AF4"/>
    <w:rsid w:val="00490CDB"/>
    <w:rsid w:val="004D1F62"/>
    <w:rsid w:val="00501683"/>
    <w:rsid w:val="00501BD9"/>
    <w:rsid w:val="00532D30"/>
    <w:rsid w:val="00543129"/>
    <w:rsid w:val="00552E34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67DD8"/>
    <w:rsid w:val="009757B0"/>
    <w:rsid w:val="009764D9"/>
    <w:rsid w:val="009866E5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D70BC"/>
    <w:rsid w:val="00AE757F"/>
    <w:rsid w:val="00AF264D"/>
    <w:rsid w:val="00B03346"/>
    <w:rsid w:val="00B04368"/>
    <w:rsid w:val="00B136A5"/>
    <w:rsid w:val="00B21886"/>
    <w:rsid w:val="00B23B5E"/>
    <w:rsid w:val="00B25462"/>
    <w:rsid w:val="00B262CA"/>
    <w:rsid w:val="00B27F1E"/>
    <w:rsid w:val="00B31937"/>
    <w:rsid w:val="00B51224"/>
    <w:rsid w:val="00B83D82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A423D"/>
    <w:rsid w:val="00CA5DF7"/>
    <w:rsid w:val="00CB5BD5"/>
    <w:rsid w:val="00CC3422"/>
    <w:rsid w:val="00CD7327"/>
    <w:rsid w:val="00CD74B4"/>
    <w:rsid w:val="00CF0EE6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513A"/>
    <w:rsid w:val="00E609C1"/>
    <w:rsid w:val="00E66A27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14</cp:revision>
  <cp:lastPrinted>2015-04-22T10:51:00Z</cp:lastPrinted>
  <dcterms:created xsi:type="dcterms:W3CDTF">2015-04-15T19:32:00Z</dcterms:created>
  <dcterms:modified xsi:type="dcterms:W3CDTF">2015-04-22T11:52:00Z</dcterms:modified>
</cp:coreProperties>
</file>